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B1" w:rsidRDefault="0032231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30" type="#_x0000_t202" style="position:absolute;margin-left:-15.45pt;margin-top:7.85pt;width:255.1pt;height:141.75pt;z-index:251669504" strokecolor="silver">
            <v:fill opacity="0"/>
            <v:textbox style="mso-next-textbox:#_x0000_s2130">
              <w:txbxContent>
                <w:p w:rsidR="006F3012" w:rsidRPr="006F3012" w:rsidRDefault="006F3012" w:rsidP="00557943">
                  <w:pPr>
                    <w:jc w:val="right"/>
                    <w:rPr>
                      <w:rFonts w:ascii="Arial" w:hAnsi="Arial" w:cs="Arial"/>
                      <w:b/>
                      <w:color w:val="333333"/>
                      <w:sz w:val="16"/>
                      <w:szCs w:val="16"/>
                    </w:rPr>
                  </w:pPr>
                </w:p>
                <w:p w:rsidR="006F3012" w:rsidRPr="006F3012" w:rsidRDefault="006F3012" w:rsidP="00557943">
                  <w:pPr>
                    <w:jc w:val="right"/>
                    <w:rPr>
                      <w:rFonts w:ascii="Arial" w:hAnsi="Arial" w:cs="Arial"/>
                      <w:color w:val="333333"/>
                    </w:rPr>
                  </w:pPr>
                  <w:r w:rsidRPr="006F3012">
                    <w:rPr>
                      <w:rFonts w:ascii="Arial" w:hAnsi="Arial" w:cs="Arial"/>
                      <w:color w:val="333333"/>
                    </w:rPr>
                    <w:t>НАЗВАНИЕ ОРГАНИЗАЦИИ</w:t>
                  </w:r>
                </w:p>
                <w:p w:rsidR="006F3012" w:rsidRPr="006F3012" w:rsidRDefault="006F3012" w:rsidP="00557943">
                  <w:pPr>
                    <w:jc w:val="right"/>
                    <w:rPr>
                      <w:rFonts w:ascii="Arial" w:hAnsi="Arial" w:cs="Arial"/>
                      <w:b/>
                      <w:color w:val="333333"/>
                    </w:rPr>
                  </w:pPr>
                </w:p>
                <w:p w:rsidR="006F3012" w:rsidRPr="006F3012" w:rsidRDefault="006F3012" w:rsidP="00557943">
                  <w:pPr>
                    <w:jc w:val="right"/>
                    <w:rPr>
                      <w:rFonts w:ascii="Arial" w:hAnsi="Arial" w:cs="Arial"/>
                      <w:color w:val="333333"/>
                    </w:rPr>
                  </w:pPr>
                  <w:r w:rsidRPr="006F3012">
                    <w:rPr>
                      <w:rFonts w:ascii="Arial" w:hAnsi="Arial" w:cs="Arial"/>
                      <w:color w:val="333333"/>
                    </w:rPr>
                    <w:t>Фамилия</w:t>
                  </w:r>
                </w:p>
                <w:p w:rsidR="006F3012" w:rsidRPr="006F3012" w:rsidRDefault="006F3012" w:rsidP="00557943">
                  <w:pPr>
                    <w:jc w:val="right"/>
                    <w:rPr>
                      <w:rFonts w:ascii="Arial" w:hAnsi="Arial" w:cs="Arial"/>
                      <w:color w:val="333333"/>
                    </w:rPr>
                  </w:pPr>
                  <w:r w:rsidRPr="006F3012">
                    <w:rPr>
                      <w:rFonts w:ascii="Arial" w:hAnsi="Arial" w:cs="Arial"/>
                      <w:color w:val="333333"/>
                    </w:rPr>
                    <w:t>Имя Отчество</w:t>
                  </w:r>
                </w:p>
                <w:p w:rsidR="006F3012" w:rsidRPr="006F3012" w:rsidRDefault="006F3012" w:rsidP="00557943">
                  <w:pPr>
                    <w:jc w:val="right"/>
                    <w:rPr>
                      <w:rFonts w:ascii="Arial" w:hAnsi="Arial" w:cs="Arial"/>
                      <w:color w:val="333333"/>
                      <w:sz w:val="16"/>
                      <w:szCs w:val="16"/>
                    </w:rPr>
                  </w:pPr>
                </w:p>
                <w:p w:rsidR="006F3012" w:rsidRPr="006F3012" w:rsidRDefault="006F3012" w:rsidP="00557943">
                  <w:pPr>
                    <w:jc w:val="right"/>
                    <w:rPr>
                      <w:rFonts w:ascii="Arial" w:hAnsi="Arial" w:cs="Arial"/>
                      <w:color w:val="333333"/>
                    </w:rPr>
                  </w:pPr>
                  <w:r w:rsidRPr="006F3012">
                    <w:rPr>
                      <w:rFonts w:ascii="Arial" w:hAnsi="Arial" w:cs="Arial"/>
                      <w:color w:val="333333"/>
                    </w:rPr>
                    <w:t>Специалист</w:t>
                  </w:r>
                </w:p>
                <w:p w:rsidR="006F3012" w:rsidRPr="006F3012" w:rsidRDefault="006F3012" w:rsidP="00557943">
                  <w:pPr>
                    <w:jc w:val="right"/>
                    <w:rPr>
                      <w:rFonts w:ascii="Arial" w:hAnsi="Arial" w:cs="Arial"/>
                      <w:color w:val="333333"/>
                      <w:sz w:val="16"/>
                      <w:szCs w:val="16"/>
                    </w:rPr>
                  </w:pPr>
                </w:p>
                <w:p w:rsidR="006F3012" w:rsidRPr="00322317" w:rsidRDefault="006F3012" w:rsidP="00557943">
                  <w:pPr>
                    <w:jc w:val="right"/>
                    <w:rPr>
                      <w:color w:val="333333"/>
                    </w:rPr>
                  </w:pPr>
                </w:p>
                <w:p w:rsidR="006F3012" w:rsidRPr="00322317" w:rsidRDefault="006F3012" w:rsidP="00557943">
                  <w:pPr>
                    <w:jc w:val="right"/>
                    <w:rPr>
                      <w:color w:val="333333"/>
                    </w:rPr>
                  </w:pPr>
                  <w:r w:rsidRPr="00322317">
                    <w:rPr>
                      <w:color w:val="333333"/>
                    </w:rPr>
                    <w:t xml:space="preserve">  </w:t>
                  </w:r>
                </w:p>
                <w:p w:rsidR="006F3012" w:rsidRPr="00322317" w:rsidRDefault="006F3012" w:rsidP="00557943">
                  <w:pPr>
                    <w:jc w:val="right"/>
                    <w:rPr>
                      <w:color w:val="333333"/>
                    </w:rPr>
                  </w:pPr>
                </w:p>
                <w:p w:rsidR="006F3012" w:rsidRPr="00322317" w:rsidRDefault="006F3012" w:rsidP="00557943">
                  <w:pPr>
                    <w:jc w:val="right"/>
                    <w:rPr>
                      <w:color w:val="333333"/>
                    </w:rPr>
                  </w:pPr>
                </w:p>
                <w:p w:rsidR="006F3012" w:rsidRPr="00322317" w:rsidRDefault="006F3012" w:rsidP="00557943">
                  <w:pPr>
                    <w:jc w:val="right"/>
                    <w:rPr>
                      <w:color w:val="333333"/>
                    </w:rPr>
                  </w:pPr>
                </w:p>
                <w:p w:rsidR="006F3012" w:rsidRPr="00322317" w:rsidRDefault="006F3012" w:rsidP="00557943">
                  <w:pPr>
                    <w:jc w:val="right"/>
                    <w:rPr>
                      <w:color w:val="333333"/>
                    </w:rPr>
                  </w:pPr>
                </w:p>
                <w:p w:rsidR="006F3012" w:rsidRPr="00322317" w:rsidRDefault="006F3012" w:rsidP="00557943">
                  <w:pPr>
                    <w:jc w:val="right"/>
                    <w:rPr>
                      <w:color w:val="333333"/>
                    </w:rPr>
                  </w:pPr>
                </w:p>
                <w:p w:rsidR="006F3012" w:rsidRPr="00322317" w:rsidRDefault="006F3012" w:rsidP="00557943">
                  <w:pPr>
                    <w:jc w:val="right"/>
                    <w:rPr>
                      <w:color w:val="333333"/>
                    </w:rPr>
                  </w:pPr>
                </w:p>
                <w:p w:rsidR="006F3012" w:rsidRPr="00322317" w:rsidRDefault="006F3012" w:rsidP="00557943">
                  <w:pPr>
                    <w:jc w:val="right"/>
                    <w:rPr>
                      <w:color w:val="333333"/>
                    </w:rPr>
                  </w:pPr>
                </w:p>
                <w:p w:rsidR="006F3012" w:rsidRPr="00322317" w:rsidRDefault="006F3012" w:rsidP="00557943">
                  <w:pPr>
                    <w:jc w:val="right"/>
                    <w:rPr>
                      <w:color w:val="333333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2101" style="position:absolute;margin-left:-7.95pt;margin-top:40.1pt;width:90pt;height:81pt;z-index:251638784" stroked="f">
            <v:fill r:id="rId7" o:title="chinaz6" recolor="t" rotate="t" type="frame"/>
          </v:rect>
        </w:pict>
      </w:r>
      <w:r>
        <w:rPr>
          <w:noProof/>
        </w:rPr>
        <w:pict>
          <v:rect id="_x0000_s2102" style="position:absolute;margin-left:82.05pt;margin-top:40.1pt;width:153pt;height:81pt;z-index:251639808" fillcolor="silver" stroked="f">
            <v:fill o:opacity2="0" rotate="t" angle="-90" type="gradient"/>
          </v:rect>
        </w:pict>
      </w:r>
    </w:p>
    <w:sectPr w:rsidR="007F42B1" w:rsidSect="009E1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D3A" w:rsidRDefault="00691D3A">
      <w:r>
        <w:separator/>
      </w:r>
    </w:p>
  </w:endnote>
  <w:endnote w:type="continuationSeparator" w:id="1">
    <w:p w:rsidR="00691D3A" w:rsidRDefault="00691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D3A" w:rsidRDefault="00691D3A">
      <w:r>
        <w:separator/>
      </w:r>
    </w:p>
  </w:footnote>
  <w:footnote w:type="continuationSeparator" w:id="1">
    <w:p w:rsidR="00691D3A" w:rsidRDefault="00691D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ctiveWritingStyle w:appName="MSWord" w:lang="en-US" w:vendorID="64" w:dllVersion="131078" w:nlCheck="1" w:checkStyle="1"/>
  <w:attachedTemplate r:id="rId1"/>
  <w:stylePaneFormatFilter w:val="3F01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91D3A"/>
    <w:rsid w:val="00007BF3"/>
    <w:rsid w:val="000104C5"/>
    <w:rsid w:val="00306197"/>
    <w:rsid w:val="00322317"/>
    <w:rsid w:val="003814A6"/>
    <w:rsid w:val="004E0FC7"/>
    <w:rsid w:val="00525F28"/>
    <w:rsid w:val="00557943"/>
    <w:rsid w:val="00581518"/>
    <w:rsid w:val="00691D3A"/>
    <w:rsid w:val="006C1200"/>
    <w:rsid w:val="006E2D17"/>
    <w:rsid w:val="006F3012"/>
    <w:rsid w:val="007035A3"/>
    <w:rsid w:val="00771ADF"/>
    <w:rsid w:val="00792CDC"/>
    <w:rsid w:val="007F42B1"/>
    <w:rsid w:val="00972432"/>
    <w:rsid w:val="009E1C28"/>
    <w:rsid w:val="009E24F8"/>
    <w:rsid w:val="00C22E80"/>
    <w:rsid w:val="00D86459"/>
    <w:rsid w:val="00E21B88"/>
    <w:rsid w:val="00E44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1C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1B8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21B88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5;&#1072;&#1090;&#1072;&#1096;&#1072;\Downloads\TS03000432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2D356AD-C0A3-4793-AC07-64D4B6A004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TS030004321</Template>
  <TotalTime>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Визитная карточка дизайнера</dc:title>
  <dc:creator>наташа</dc:creator>
  <cp:lastModifiedBy>наташа</cp:lastModifiedBy>
  <cp:revision>2</cp:revision>
  <cp:lastPrinted>1601-01-01T00:00:00Z</cp:lastPrinted>
  <dcterms:created xsi:type="dcterms:W3CDTF">2013-12-23T14:40:00Z</dcterms:created>
  <dcterms:modified xsi:type="dcterms:W3CDTF">2013-12-23T14:47:00Z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TC300043219990</vt:lpwstr>
  </property>
</Properties>
</file>